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000A" w:rsidRDefault="00E7000A"/>
    <w:p w:rsidR="00E7000A" w:rsidRDefault="00E7000A">
      <w:pPr>
        <w:jc w:val="center"/>
        <w:rPr>
          <w:sz w:val="30"/>
        </w:rPr>
      </w:pPr>
      <w:r>
        <w:rPr>
          <w:rFonts w:hint="eastAsia"/>
          <w:sz w:val="30"/>
        </w:rPr>
        <w:t>一般競争入札参加資格確認申請書</w:t>
      </w:r>
    </w:p>
    <w:p w:rsidR="00E7000A" w:rsidRDefault="00E7000A"/>
    <w:p w:rsidR="00E7000A" w:rsidRDefault="00E7000A">
      <w:pPr>
        <w:jc w:val="right"/>
      </w:pPr>
      <w:r>
        <w:rPr>
          <w:rFonts w:hint="eastAsia"/>
        </w:rPr>
        <w:t>年　　月　　日</w:t>
      </w:r>
    </w:p>
    <w:p w:rsidR="00E7000A" w:rsidRDefault="00E7000A"/>
    <w:p w:rsidR="00E7000A" w:rsidRDefault="00AB124C">
      <w:r>
        <w:rPr>
          <w:rFonts w:hint="eastAsia"/>
        </w:rPr>
        <w:t xml:space="preserve">　　常総市長　</w:t>
      </w:r>
      <w:r w:rsidR="00E7000A">
        <w:rPr>
          <w:rFonts w:hint="eastAsia"/>
        </w:rPr>
        <w:t xml:space="preserve">　　殿</w:t>
      </w:r>
    </w:p>
    <w:p w:rsidR="00AB124C" w:rsidRDefault="00AB124C" w:rsidP="00AB124C">
      <w:pPr>
        <w:ind w:right="5664"/>
      </w:pPr>
    </w:p>
    <w:p w:rsidR="00E7000A" w:rsidRDefault="00E7000A" w:rsidP="00AB124C">
      <w:pPr>
        <w:ind w:left="3404" w:firstLine="851"/>
      </w:pPr>
      <w:r>
        <w:rPr>
          <w:rFonts w:hint="eastAsia"/>
          <w:spacing w:val="590"/>
        </w:rPr>
        <w:t>住</w:t>
      </w:r>
      <w:r w:rsidR="00AB124C">
        <w:rPr>
          <w:rFonts w:hint="eastAsia"/>
        </w:rPr>
        <w:t>所</w:t>
      </w:r>
    </w:p>
    <w:p w:rsidR="00E7000A" w:rsidRDefault="00E7000A" w:rsidP="00AB124C">
      <w:pPr>
        <w:ind w:left="3404" w:firstLine="851"/>
      </w:pPr>
      <w:r>
        <w:rPr>
          <w:rFonts w:hint="eastAsia"/>
          <w:spacing w:val="23"/>
        </w:rPr>
        <w:t>商号又は名</w:t>
      </w:r>
      <w:r>
        <w:rPr>
          <w:rFonts w:hint="eastAsia"/>
        </w:rPr>
        <w:t>称</w:t>
      </w:r>
    </w:p>
    <w:p w:rsidR="00E7000A" w:rsidRDefault="00E7000A" w:rsidP="00AB124C">
      <w:pPr>
        <w:ind w:left="3404" w:firstLine="851"/>
      </w:pPr>
      <w:r>
        <w:rPr>
          <w:rFonts w:hint="eastAsia"/>
          <w:spacing w:val="59"/>
        </w:rPr>
        <w:t>代表者氏</w:t>
      </w:r>
      <w:r>
        <w:rPr>
          <w:rFonts w:hint="eastAsia"/>
        </w:rPr>
        <w:t>名</w:t>
      </w:r>
      <w:r w:rsidR="00AB124C">
        <w:rPr>
          <w:rFonts w:hint="eastAsia"/>
        </w:rPr>
        <w:t xml:space="preserve">　　　　　　　　　㊞</w:t>
      </w:r>
    </w:p>
    <w:p w:rsidR="00E7000A" w:rsidRDefault="00E7000A" w:rsidP="00AB124C"/>
    <w:p w:rsidR="00E7000A" w:rsidRDefault="00E7000A">
      <w:pPr>
        <w:ind w:left="236" w:hanging="236"/>
      </w:pPr>
      <w:r>
        <w:rPr>
          <w:rFonts w:hint="eastAsia"/>
        </w:rPr>
        <w:t xml:space="preserve">　　　　　　年　　月　　日付けで一般競争入札公告のあった下記の</w:t>
      </w:r>
      <w:r w:rsidR="00AB124C">
        <w:rPr>
          <w:rFonts w:hint="eastAsia"/>
        </w:rPr>
        <w:t>物品の</w:t>
      </w:r>
      <w:r w:rsidR="00216160">
        <w:rPr>
          <w:rFonts w:hint="eastAsia"/>
        </w:rPr>
        <w:t>賃貸借</w:t>
      </w:r>
      <w:r>
        <w:rPr>
          <w:rFonts w:hint="eastAsia"/>
        </w:rPr>
        <w:t>に係る競争入札に参加する資格の確認について，一般競争入札参加資格確認資料を添えて申請いたします。</w:t>
      </w:r>
    </w:p>
    <w:p w:rsidR="00E7000A" w:rsidRDefault="00E7000A">
      <w:pPr>
        <w:ind w:left="236" w:hanging="236"/>
      </w:pPr>
      <w:r>
        <w:rPr>
          <w:rFonts w:hint="eastAsia"/>
        </w:rPr>
        <w:t xml:space="preserve">　　なお，成年被後見人，被保佐人及び破産者で復権を得ていない者でないこと並びに添付書類の内容について事実と相違ないことを誓約いたします。</w:t>
      </w:r>
    </w:p>
    <w:p w:rsidR="00E7000A" w:rsidRDefault="00E7000A"/>
    <w:p w:rsidR="00AB124C" w:rsidRDefault="00AB124C"/>
    <w:p w:rsidR="00E7000A" w:rsidRDefault="00E7000A">
      <w:pPr>
        <w:jc w:val="center"/>
      </w:pPr>
      <w:r>
        <w:rPr>
          <w:rFonts w:hint="eastAsia"/>
        </w:rPr>
        <w:t>記</w:t>
      </w:r>
    </w:p>
    <w:p w:rsidR="00E7000A" w:rsidRDefault="00E7000A"/>
    <w:p w:rsidR="00E7000A" w:rsidRDefault="00AB124C" w:rsidP="00AB124C">
      <w:pPr>
        <w:ind w:firstLineChars="100" w:firstLine="236"/>
      </w:pPr>
      <w:r>
        <w:rPr>
          <w:rFonts w:hint="eastAsia"/>
        </w:rPr>
        <w:t xml:space="preserve">１　</w:t>
      </w:r>
      <w:r>
        <w:rPr>
          <w:rFonts w:hAnsi="ＭＳ 明朝" w:hint="eastAsia"/>
          <w:spacing w:val="59"/>
        </w:rPr>
        <w:t>案件</w:t>
      </w:r>
      <w:r w:rsidR="00E7000A">
        <w:rPr>
          <w:rFonts w:hAnsi="ＭＳ 明朝" w:hint="eastAsia"/>
        </w:rPr>
        <w:t>名</w:t>
      </w:r>
    </w:p>
    <w:p w:rsidR="00E7000A" w:rsidRDefault="00E7000A"/>
    <w:p w:rsidR="00E7000A" w:rsidRDefault="00AB124C" w:rsidP="00AB124C">
      <w:pPr>
        <w:ind w:firstLineChars="100" w:firstLine="236"/>
      </w:pPr>
      <w:r>
        <w:rPr>
          <w:rFonts w:hint="eastAsia"/>
        </w:rPr>
        <w:t>２　履行</w:t>
      </w:r>
      <w:r w:rsidR="00E7000A">
        <w:rPr>
          <w:rFonts w:hint="eastAsia"/>
        </w:rPr>
        <w:t>場所</w:t>
      </w:r>
    </w:p>
    <w:p w:rsidR="00E7000A" w:rsidRPr="00AB124C" w:rsidRDefault="00E7000A"/>
    <w:p w:rsidR="00E7000A" w:rsidRDefault="00AB124C" w:rsidP="00AB124C">
      <w:pPr>
        <w:ind w:firstLineChars="100" w:firstLine="236"/>
      </w:pPr>
      <w:r>
        <w:rPr>
          <w:rFonts w:hint="eastAsia"/>
        </w:rPr>
        <w:t>３　添付書類</w:t>
      </w:r>
    </w:p>
    <w:p w:rsidR="00AB124C" w:rsidRDefault="00AB124C" w:rsidP="000116EC">
      <w:r>
        <w:rPr>
          <w:rFonts w:hint="eastAsia"/>
        </w:rPr>
        <w:tab/>
      </w:r>
      <w:r>
        <w:rPr>
          <w:rFonts w:hint="eastAsia"/>
        </w:rPr>
        <w:tab/>
      </w:r>
      <w:bookmarkStart w:id="0" w:name="_GoBack"/>
      <w:bookmarkEnd w:id="0"/>
      <w:r w:rsidR="00216160">
        <w:rPr>
          <w:rFonts w:hint="eastAsia"/>
        </w:rPr>
        <w:t>本件と同種・類似の実績を証するもの</w:t>
      </w:r>
    </w:p>
    <w:p w:rsidR="00216160" w:rsidRDefault="00216160" w:rsidP="00AB124C"/>
    <w:p w:rsidR="00216160" w:rsidRDefault="00216160" w:rsidP="00AB124C">
      <w:r>
        <w:rPr>
          <w:rFonts w:hint="eastAsia"/>
        </w:rPr>
        <w:t xml:space="preserve">　４　連絡先</w:t>
      </w:r>
    </w:p>
    <w:p w:rsidR="00216160" w:rsidRDefault="00216160" w:rsidP="00AB124C">
      <w:r>
        <w:rPr>
          <w:rFonts w:hint="eastAsia"/>
        </w:rPr>
        <w:t xml:space="preserve">　　　　</w:t>
      </w:r>
    </w:p>
    <w:p w:rsidR="00216160" w:rsidRDefault="00216160" w:rsidP="00AB124C">
      <w:r>
        <w:rPr>
          <w:rFonts w:hint="eastAsia"/>
        </w:rPr>
        <w:t xml:space="preserve">　　　電話番号</w:t>
      </w:r>
    </w:p>
    <w:p w:rsidR="00216160" w:rsidRDefault="00216160" w:rsidP="00AB124C"/>
    <w:p w:rsidR="00216160" w:rsidRDefault="00216160" w:rsidP="00AB124C">
      <w:r>
        <w:rPr>
          <w:rFonts w:hint="eastAsia"/>
        </w:rPr>
        <w:t xml:space="preserve">　　　Eメールアドレス</w:t>
      </w:r>
    </w:p>
    <w:sectPr w:rsidR="00216160">
      <w:pgSz w:w="11906" w:h="16838" w:code="9"/>
      <w:pgMar w:top="1985" w:right="1701" w:bottom="1701" w:left="1701" w:header="567" w:footer="992" w:gutter="0"/>
      <w:cols w:space="425"/>
      <w:docGrid w:type="linesAndChars" w:linePitch="398"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376F" w:rsidRDefault="00DF376F">
      <w:r>
        <w:separator/>
      </w:r>
    </w:p>
  </w:endnote>
  <w:endnote w:type="continuationSeparator" w:id="0">
    <w:p w:rsidR="00DF376F" w:rsidRDefault="00DF3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376F" w:rsidRDefault="00DF376F">
      <w:r>
        <w:separator/>
      </w:r>
    </w:p>
  </w:footnote>
  <w:footnote w:type="continuationSeparator" w:id="0">
    <w:p w:rsidR="00DF376F" w:rsidRDefault="00DF37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8"/>
  <w:drawingGridVerticalSpacing w:val="199"/>
  <w:displayVerticalDrawingGridEvery w:val="2"/>
  <w:characterSpacingControl w:val="doNotCompress"/>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40D"/>
    <w:rsid w:val="000116EC"/>
    <w:rsid w:val="0004440D"/>
    <w:rsid w:val="00070954"/>
    <w:rsid w:val="00216160"/>
    <w:rsid w:val="00AB124C"/>
    <w:rsid w:val="00DF376F"/>
    <w:rsid w:val="00E700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8E225933-A18E-4CBF-9B84-42CFBD61A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customStyle="1" w:styleId="a6">
    <w:name w:val="第＊条"/>
    <w:basedOn w:val="a"/>
    <w:pPr>
      <w:ind w:left="229" w:hanging="229"/>
    </w:pPr>
  </w:style>
  <w:style w:type="paragraph" w:customStyle="1" w:styleId="a7">
    <w:name w:val="号"/>
    <w:basedOn w:val="a"/>
    <w:pPr>
      <w:ind w:left="458" w:hanging="229"/>
    </w:pPr>
  </w:style>
  <w:style w:type="paragraph" w:customStyle="1" w:styleId="a8">
    <w:name w:val="号の細分"/>
    <w:basedOn w:val="a"/>
    <w:pPr>
      <w:ind w:left="687" w:hanging="229"/>
    </w:pPr>
  </w:style>
  <w:style w:type="paragraph" w:customStyle="1" w:styleId="a9">
    <w:name w:val="タイトル"/>
    <w:basedOn w:val="a"/>
    <w:pPr>
      <w:ind w:left="840" w:right="840"/>
    </w:pPr>
    <w:rPr>
      <w:sz w:val="28"/>
    </w:rPr>
  </w:style>
  <w:style w:type="paragraph" w:customStyle="1" w:styleId="aa">
    <w:name w:val="号の細細分"/>
    <w:basedOn w:val="a8"/>
    <w:pPr>
      <w:ind w:left="916"/>
    </w:pPr>
  </w:style>
  <w:style w:type="paragraph" w:customStyle="1" w:styleId="ab">
    <w:name w:val="項"/>
    <w:basedOn w:val="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38651;&#23376;&#26356;&#26032;&#65288;&#36039;&#26009;&#65289;\&#27700;&#28023;&#36947;&#24066;\&#27700;&#28023;&#36947;&#24066;.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水海道市</Template>
  <TotalTime>1</TotalTime>
  <Pages>1</Pages>
  <Words>45</Words>
  <Characters>257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常総市役所</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(株)ぎょうせい</dc:creator>
  <cp:lastModifiedBy>0321　柴　博明</cp:lastModifiedBy>
  <cp:revision>2</cp:revision>
  <cp:lastPrinted>1899-12-31T15:00:00Z</cp:lastPrinted>
  <dcterms:created xsi:type="dcterms:W3CDTF">2026-02-05T02:28:00Z</dcterms:created>
  <dcterms:modified xsi:type="dcterms:W3CDTF">2026-02-05T02:28:00Z</dcterms:modified>
</cp:coreProperties>
</file>